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53F1A88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1C7DC3">
        <w:rPr>
          <w:rStyle w:val="Strong"/>
          <w:rFonts w:asciiTheme="minorHAnsi" w:hAnsiTheme="minorHAnsi" w:cstheme="minorHAnsi"/>
          <w:lang w:val="en-GB"/>
        </w:rPr>
        <w:t>16-G008-23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0F7C0A2" w:rsidR="00B0293A" w:rsidRPr="00532E97" w:rsidRDefault="00E36DA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1C7DC3">
              <w:rPr>
                <w:rFonts w:ascii="Calibri" w:hAnsi="Calibri"/>
                <w:szCs w:val="20"/>
              </w:rPr>
              <w:t>/12/23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25F7DDD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1C7DC3">
              <w:rPr>
                <w:rFonts w:ascii="Calibri" w:hAnsi="Calibri"/>
                <w:szCs w:val="20"/>
                <w:highlight w:val="yellow"/>
              </w:rPr>
              <w:t>2</w:t>
            </w:r>
            <w:r w:rsidR="00E36DAE">
              <w:rPr>
                <w:rFonts w:ascii="Calibri" w:hAnsi="Calibri"/>
                <w:szCs w:val="20"/>
                <w:highlight w:val="yellow"/>
              </w:rPr>
              <w:t>1</w:t>
            </w:r>
            <w:r w:rsidR="001C7DC3">
              <w:rPr>
                <w:rFonts w:ascii="Calibri" w:hAnsi="Calibri"/>
                <w:szCs w:val="20"/>
                <w:highlight w:val="yellow"/>
              </w:rPr>
              <w:t>/12/23</w:t>
            </w:r>
            <w:r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1C7DC3">
              <w:rPr>
                <w:rFonts w:ascii="Calibri" w:hAnsi="Calibri"/>
                <w:szCs w:val="20"/>
                <w:highlight w:val="yellow"/>
              </w:rPr>
              <w:t>7</w:t>
            </w:r>
            <w:r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CFA2628" w:rsidR="00B0293A" w:rsidRPr="00251A4B" w:rsidRDefault="001C7DC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bookmarkStart w:id="0" w:name="_GoBack"/>
            <w:bookmarkEnd w:id="0"/>
            <w:r>
              <w:rPr>
                <w:rFonts w:ascii="Calibri" w:hAnsi="Calibri"/>
                <w:szCs w:val="20"/>
              </w:rPr>
              <w:t>/12/23 (17:00)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5E49544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1C7DC3">
              <w:rPr>
                <w:rFonts w:ascii="Calibri" w:hAnsi="Calibri"/>
                <w:szCs w:val="20"/>
                <w:highlight w:val="yellow"/>
              </w:rPr>
              <w:t>22/12/23</w:t>
            </w:r>
            <w:r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1C7DC3">
              <w:rPr>
                <w:rFonts w:ascii="Calibri" w:hAnsi="Calibri"/>
                <w:szCs w:val="20"/>
                <w:highlight w:val="yellow"/>
              </w:rPr>
              <w:t>6</w:t>
            </w:r>
            <w:r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ED1B061" w:rsidR="00B0293A" w:rsidRPr="00532E97" w:rsidRDefault="001C7DC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26/12/2</w:t>
            </w:r>
            <w:r w:rsidR="00734AE4">
              <w:rPr>
                <w:rFonts w:ascii="Calibri" w:hAnsi="Calibri"/>
                <w:szCs w:val="20"/>
              </w:rPr>
              <w:t>023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31A38FC" w:rsidR="00B0293A" w:rsidRPr="00532E97" w:rsidRDefault="001C7DC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27/12/2</w:t>
            </w:r>
            <w:r w:rsidR="00734AE4">
              <w:rPr>
                <w:rFonts w:ascii="Calibri" w:hAnsi="Calibri"/>
                <w:szCs w:val="20"/>
              </w:rPr>
              <w:t>023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80243A1" w:rsidR="00B0293A" w:rsidRPr="00532E97" w:rsidRDefault="00734AE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29/12/2023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094592A" w:rsidR="00B0293A" w:rsidRPr="00532E97" w:rsidRDefault="00734AE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48740A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/01/2024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7A25C20" w:rsidR="00B0293A" w:rsidRPr="00532E97" w:rsidRDefault="0048740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734AE4">
              <w:rPr>
                <w:rFonts w:ascii="Calibri" w:hAnsi="Calibri"/>
                <w:szCs w:val="20"/>
              </w:rPr>
              <w:t>/01/2024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89FAF" w14:textId="77777777" w:rsidR="00C94770" w:rsidRDefault="00C94770">
      <w:r>
        <w:separator/>
      </w:r>
    </w:p>
  </w:endnote>
  <w:endnote w:type="continuationSeparator" w:id="0">
    <w:p w14:paraId="448DB5EA" w14:textId="77777777" w:rsidR="00C94770" w:rsidRDefault="00C94770">
      <w:r>
        <w:continuationSeparator/>
      </w:r>
    </w:p>
  </w:endnote>
  <w:endnote w:type="continuationNotice" w:id="1">
    <w:p w14:paraId="16DC027F" w14:textId="77777777" w:rsidR="00C94770" w:rsidRDefault="00C947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4EBBA9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36DAE">
      <w:rPr>
        <w:noProof/>
      </w:rPr>
      <w:t>2023-12-20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8690D" w14:textId="77777777" w:rsidR="00C94770" w:rsidRDefault="00C94770">
      <w:r>
        <w:separator/>
      </w:r>
    </w:p>
  </w:footnote>
  <w:footnote w:type="continuationSeparator" w:id="0">
    <w:p w14:paraId="188E0187" w14:textId="77777777" w:rsidR="00C94770" w:rsidRDefault="00C94770">
      <w:r>
        <w:continuationSeparator/>
      </w:r>
    </w:p>
  </w:footnote>
  <w:footnote w:type="continuationNotice" w:id="1">
    <w:p w14:paraId="3972BEC9" w14:textId="77777777" w:rsidR="00C94770" w:rsidRDefault="00C947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2CD2210F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1C7DC3">
      <w:rPr>
        <w:rFonts w:asciiTheme="minorHAnsi" w:hAnsiTheme="minorHAnsi" w:cs="Calibri"/>
        <w:sz w:val="20"/>
      </w:rPr>
      <w:t>16-G008-23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6745A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DC3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40A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041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AE4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4770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36DAE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F29A6C-C188-4C16-B10F-BA05BC603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4</cp:revision>
  <cp:lastPrinted>2013-10-18T08:32:00Z</cp:lastPrinted>
  <dcterms:created xsi:type="dcterms:W3CDTF">2023-12-15T02:40:00Z</dcterms:created>
  <dcterms:modified xsi:type="dcterms:W3CDTF">2023-12-20T00:04:00Z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